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55E" w:rsidRPr="00E44C1E" w:rsidRDefault="000548D6" w:rsidP="000548D6">
      <w:pPr>
        <w:spacing w:line="360" w:lineRule="auto"/>
        <w:jc w:val="right"/>
        <w:rPr>
          <w:rFonts w:asciiTheme="minorHAnsi" w:hAnsiTheme="minorHAnsi" w:cs="Arial"/>
          <w:color w:val="0000FF"/>
        </w:rPr>
      </w:pPr>
      <w:r w:rsidRPr="000548D6">
        <w:rPr>
          <w:rFonts w:asciiTheme="minorHAnsi" w:hAnsiTheme="minorHAnsi" w:cs="Arial"/>
        </w:rPr>
        <w:t>Łódź, dn.</w:t>
      </w:r>
      <w:r>
        <w:rPr>
          <w:rFonts w:asciiTheme="minorHAnsi" w:hAnsiTheme="minorHAnsi" w:cs="Arial"/>
          <w:color w:val="0000FF"/>
        </w:rPr>
        <w:t xml:space="preserve"> </w:t>
      </w:r>
      <w:r w:rsidRPr="000548D6">
        <w:rPr>
          <w:rFonts w:asciiTheme="minorHAnsi" w:hAnsiTheme="minorHAnsi" w:cs="Arial"/>
          <w:color w:val="0000FF"/>
        </w:rPr>
        <w:t>DD.MM.RRRR</w:t>
      </w:r>
      <w:r>
        <w:rPr>
          <w:rFonts w:asciiTheme="minorHAnsi" w:hAnsiTheme="minorHAnsi" w:cs="Arial"/>
          <w:color w:val="0000FF"/>
        </w:rPr>
        <w:t xml:space="preserve"> </w:t>
      </w:r>
      <w:r w:rsidRPr="000548D6">
        <w:rPr>
          <w:rFonts w:asciiTheme="minorHAnsi" w:hAnsiTheme="minorHAnsi" w:cs="Arial"/>
        </w:rPr>
        <w:t>r.</w:t>
      </w:r>
    </w:p>
    <w:p w:rsidR="0037255E" w:rsidRPr="00E44C1E" w:rsidRDefault="0037255E" w:rsidP="0037255E">
      <w:pPr>
        <w:tabs>
          <w:tab w:val="left" w:pos="3315"/>
        </w:tabs>
        <w:rPr>
          <w:rFonts w:asciiTheme="minorHAnsi" w:hAnsiTheme="minorHAnsi" w:cs="Arial"/>
          <w:b/>
          <w:bCs/>
          <w:color w:val="0000FF"/>
        </w:rPr>
      </w:pPr>
      <w:r w:rsidRPr="000548D6">
        <w:rPr>
          <w:rFonts w:asciiTheme="minorHAnsi" w:hAnsiTheme="minorHAnsi" w:cs="Arial"/>
          <w:b/>
          <w:bCs/>
          <w:color w:val="0000FF"/>
        </w:rPr>
        <w:t>ZDiT-IP………….2021</w:t>
      </w:r>
      <w:r w:rsidRPr="00E44C1E">
        <w:rPr>
          <w:rFonts w:asciiTheme="minorHAnsi" w:hAnsiTheme="minorHAnsi" w:cs="Arial"/>
          <w:b/>
          <w:bCs/>
          <w:color w:val="0000FF"/>
        </w:rPr>
        <w:tab/>
      </w:r>
    </w:p>
    <w:p w:rsidR="0037255E" w:rsidRPr="00E44C1E" w:rsidRDefault="0037255E" w:rsidP="0037255E">
      <w:pPr>
        <w:tabs>
          <w:tab w:val="left" w:pos="1815"/>
        </w:tabs>
        <w:rPr>
          <w:rFonts w:asciiTheme="minorHAnsi" w:hAnsiTheme="minorHAnsi" w:cs="Arial"/>
          <w:b/>
          <w:bCs/>
          <w:color w:val="0000FF"/>
        </w:rPr>
      </w:pPr>
      <w:r w:rsidRPr="00E44C1E">
        <w:rPr>
          <w:rFonts w:asciiTheme="minorHAnsi" w:hAnsiTheme="minorHAnsi" w:cs="Arial"/>
          <w:b/>
          <w:bCs/>
          <w:color w:val="0000FF"/>
        </w:rPr>
        <w:t xml:space="preserve">                  </w:t>
      </w:r>
      <w:r w:rsidRPr="00E44C1E">
        <w:rPr>
          <w:rFonts w:asciiTheme="minorHAnsi" w:hAnsiTheme="minorHAnsi" w:cs="Arial"/>
          <w:b/>
          <w:bCs/>
          <w:color w:val="0000FF"/>
        </w:rPr>
        <w:tab/>
      </w:r>
    </w:p>
    <w:p w:rsidR="0037255E" w:rsidRPr="000548D6" w:rsidRDefault="0037255E" w:rsidP="00360FDA">
      <w:pPr>
        <w:rPr>
          <w:rFonts w:asciiTheme="minorHAnsi" w:hAnsiTheme="minorHAnsi" w:cs="Arial"/>
          <w:b/>
          <w:bCs/>
          <w:color w:val="0000FF"/>
        </w:rPr>
      </w:pPr>
    </w:p>
    <w:p w:rsidR="0037255E" w:rsidRPr="000548D6" w:rsidRDefault="00F61C22" w:rsidP="0037255E">
      <w:pPr>
        <w:ind w:left="5040"/>
        <w:rPr>
          <w:rFonts w:asciiTheme="minorHAnsi" w:hAnsiTheme="minorHAnsi" w:cs="Arial"/>
          <w:b/>
          <w:bCs/>
          <w:color w:val="0000FF"/>
        </w:rPr>
      </w:pPr>
      <w:r>
        <w:rPr>
          <w:rFonts w:asciiTheme="minorHAnsi" w:hAnsiTheme="minorHAnsi" w:cs="Arial"/>
          <w:b/>
          <w:bCs/>
          <w:color w:val="0000FF"/>
        </w:rPr>
        <w:t>[</w:t>
      </w:r>
      <w:r w:rsidR="000548D6" w:rsidRPr="000548D6">
        <w:rPr>
          <w:rFonts w:asciiTheme="minorHAnsi" w:hAnsiTheme="minorHAnsi" w:cs="Arial"/>
          <w:b/>
          <w:bCs/>
          <w:color w:val="0000FF"/>
        </w:rPr>
        <w:t>Imię i nazwisko/nazwa firmy</w:t>
      </w:r>
    </w:p>
    <w:p w:rsidR="0037255E" w:rsidRPr="000548D6" w:rsidRDefault="000548D6" w:rsidP="0037255E">
      <w:pPr>
        <w:ind w:left="5040"/>
        <w:rPr>
          <w:rFonts w:asciiTheme="minorHAnsi" w:hAnsiTheme="minorHAnsi" w:cs="Arial"/>
          <w:b/>
          <w:bCs/>
          <w:color w:val="0000FF"/>
        </w:rPr>
      </w:pPr>
      <w:r w:rsidRPr="000548D6">
        <w:rPr>
          <w:rFonts w:asciiTheme="minorHAnsi" w:hAnsiTheme="minorHAnsi" w:cs="Arial"/>
          <w:b/>
          <w:bCs/>
          <w:color w:val="0000FF"/>
        </w:rPr>
        <w:t>adres zamieszkania/siedziby</w:t>
      </w:r>
    </w:p>
    <w:p w:rsidR="000548D6" w:rsidRPr="000548D6" w:rsidRDefault="000548D6" w:rsidP="0037255E">
      <w:pPr>
        <w:ind w:left="5040"/>
        <w:rPr>
          <w:rFonts w:asciiTheme="minorHAnsi" w:hAnsiTheme="minorHAnsi" w:cs="Arial"/>
          <w:b/>
          <w:bCs/>
          <w:color w:val="0000FF"/>
        </w:rPr>
      </w:pPr>
      <w:r w:rsidRPr="000548D6">
        <w:rPr>
          <w:rFonts w:asciiTheme="minorHAnsi" w:hAnsiTheme="minorHAnsi" w:cs="Arial"/>
          <w:b/>
          <w:bCs/>
          <w:color w:val="0000FF"/>
        </w:rPr>
        <w:t>kod-pocztowy</w:t>
      </w:r>
      <w:r w:rsidR="00F61C22">
        <w:rPr>
          <w:rFonts w:asciiTheme="minorHAnsi" w:hAnsiTheme="minorHAnsi" w:cs="Arial"/>
          <w:b/>
          <w:bCs/>
          <w:color w:val="0000FF"/>
        </w:rPr>
        <w:t>]</w:t>
      </w:r>
    </w:p>
    <w:p w:rsidR="0037255E" w:rsidRPr="00E44C1E" w:rsidRDefault="0037255E" w:rsidP="0037255E">
      <w:pPr>
        <w:ind w:left="5040"/>
        <w:rPr>
          <w:rFonts w:asciiTheme="minorHAnsi" w:hAnsiTheme="minorHAnsi" w:cs="Arial"/>
          <w:b/>
          <w:bCs/>
          <w:color w:val="0000FF"/>
        </w:rPr>
      </w:pPr>
    </w:p>
    <w:p w:rsidR="0037255E" w:rsidRDefault="0037255E" w:rsidP="0037255E">
      <w:pPr>
        <w:tabs>
          <w:tab w:val="left" w:pos="3045"/>
        </w:tabs>
        <w:rPr>
          <w:rFonts w:asciiTheme="minorHAnsi" w:hAnsiTheme="minorHAnsi" w:cs="Arial"/>
          <w:b/>
          <w:bCs/>
          <w:color w:val="0000FF"/>
        </w:rPr>
      </w:pPr>
    </w:p>
    <w:p w:rsidR="0037255E" w:rsidRPr="00592CFE" w:rsidRDefault="0037255E" w:rsidP="00592CFE">
      <w:pPr>
        <w:spacing w:line="360" w:lineRule="auto"/>
        <w:jc w:val="both"/>
        <w:rPr>
          <w:rFonts w:asciiTheme="minorHAnsi" w:hAnsiTheme="minorHAnsi" w:cs="Arial"/>
          <w:color w:val="0000FF"/>
        </w:rPr>
      </w:pPr>
    </w:p>
    <w:p w:rsidR="0037255E" w:rsidRPr="00E44C1E" w:rsidRDefault="0037255E" w:rsidP="0037255E">
      <w:pPr>
        <w:spacing w:line="360" w:lineRule="auto"/>
        <w:ind w:firstLine="709"/>
        <w:jc w:val="both"/>
        <w:rPr>
          <w:rFonts w:asciiTheme="minorHAnsi" w:hAnsiTheme="minorHAnsi" w:cs="Arial"/>
          <w:color w:val="0000FF"/>
        </w:rPr>
      </w:pPr>
      <w:r w:rsidRPr="00E44C1E">
        <w:rPr>
          <w:rFonts w:asciiTheme="minorHAnsi" w:hAnsiTheme="minorHAnsi" w:cs="Arial"/>
        </w:rPr>
        <w:t xml:space="preserve">W odpowiedzi na </w:t>
      </w:r>
      <w:r w:rsidRPr="00592CFE">
        <w:rPr>
          <w:rFonts w:asciiTheme="minorHAnsi" w:hAnsiTheme="minorHAnsi" w:cs="Arial"/>
        </w:rPr>
        <w:t>pismo</w:t>
      </w:r>
      <w:r w:rsidRPr="00E44C1E">
        <w:rPr>
          <w:rFonts w:asciiTheme="minorHAnsi" w:hAnsiTheme="minorHAnsi" w:cs="Arial"/>
        </w:rPr>
        <w:t xml:space="preserve"> dotycząc</w:t>
      </w:r>
      <w:r w:rsidRPr="00592CFE">
        <w:rPr>
          <w:rFonts w:asciiTheme="minorHAnsi" w:hAnsiTheme="minorHAnsi" w:cs="Arial"/>
        </w:rPr>
        <w:t>e</w:t>
      </w:r>
      <w:r w:rsidRPr="00E44C1E">
        <w:rPr>
          <w:rFonts w:asciiTheme="minorHAnsi" w:hAnsiTheme="minorHAnsi" w:cs="Arial"/>
        </w:rPr>
        <w:t xml:space="preserve"> raportu z przeprowadzonej kontroli Strefy Płatnego Parkowania w Łodzi (zwanej dalej Strefą) w dniu </w:t>
      </w:r>
      <w:r w:rsidR="00F61C22">
        <w:rPr>
          <w:rFonts w:asciiTheme="minorHAnsi" w:hAnsiTheme="minorHAnsi" w:cs="Arial"/>
        </w:rPr>
        <w:t>[</w:t>
      </w:r>
      <w:r w:rsidR="00592CFE">
        <w:rPr>
          <w:rFonts w:asciiTheme="minorHAnsi" w:hAnsiTheme="minorHAnsi" w:cs="Arial"/>
          <w:color w:val="0000FF"/>
        </w:rPr>
        <w:t>DD.MM.RRRR</w:t>
      </w:r>
      <w:r w:rsidR="00F61C22">
        <w:rPr>
          <w:rFonts w:asciiTheme="minorHAnsi" w:hAnsiTheme="minorHAnsi" w:cs="Arial"/>
          <w:color w:val="0000FF"/>
        </w:rPr>
        <w:t>]</w:t>
      </w:r>
      <w:r w:rsidRPr="00E44C1E">
        <w:rPr>
          <w:rFonts w:asciiTheme="minorHAnsi" w:hAnsiTheme="minorHAnsi" w:cs="Arial"/>
          <w:color w:val="0000FF"/>
        </w:rPr>
        <w:t xml:space="preserve"> </w:t>
      </w:r>
      <w:r w:rsidRPr="00592CFE">
        <w:rPr>
          <w:rFonts w:asciiTheme="minorHAnsi" w:hAnsiTheme="minorHAnsi" w:cs="Arial"/>
        </w:rPr>
        <w:t xml:space="preserve">r., </w:t>
      </w:r>
      <w:r w:rsidRPr="00E44C1E">
        <w:rPr>
          <w:rFonts w:asciiTheme="minorHAnsi" w:hAnsiTheme="minorHAnsi" w:cs="Arial"/>
        </w:rPr>
        <w:t>informuję, że</w:t>
      </w:r>
      <w:r w:rsidRPr="00E44C1E">
        <w:rPr>
          <w:rFonts w:asciiTheme="minorHAnsi" w:hAnsiTheme="minorHAnsi" w:cs="Arial"/>
          <w:color w:val="0000FF"/>
        </w:rPr>
        <w:t xml:space="preserve"> </w:t>
      </w:r>
      <w:r w:rsidRPr="00E44C1E">
        <w:rPr>
          <w:rFonts w:asciiTheme="minorHAnsi" w:hAnsiTheme="minorHAnsi" w:cs="Arial"/>
        </w:rPr>
        <w:t xml:space="preserve">w wyniku przeprowadzonego postępowania wyjaśniającego stwierdzono, że  ww. dniu, o godz. </w:t>
      </w:r>
      <w:r w:rsidR="00F61C22">
        <w:rPr>
          <w:rFonts w:asciiTheme="minorHAnsi" w:hAnsiTheme="minorHAnsi" w:cs="Arial"/>
        </w:rPr>
        <w:t>[</w:t>
      </w:r>
      <w:r w:rsidR="00592CFE">
        <w:rPr>
          <w:rFonts w:asciiTheme="minorHAnsi" w:hAnsiTheme="minorHAnsi" w:cs="Arial"/>
          <w:color w:val="0000FF"/>
        </w:rPr>
        <w:t>GG:MM</w:t>
      </w:r>
      <w:r w:rsidR="00F61C22">
        <w:rPr>
          <w:rFonts w:asciiTheme="minorHAnsi" w:hAnsiTheme="minorHAnsi" w:cs="Arial"/>
          <w:color w:val="0000FF"/>
        </w:rPr>
        <w:t>]</w:t>
      </w:r>
      <w:r w:rsidR="00592CFE">
        <w:rPr>
          <w:rFonts w:asciiTheme="minorHAnsi" w:hAnsiTheme="minorHAnsi" w:cs="Arial"/>
          <w:color w:val="0000FF"/>
        </w:rPr>
        <w:t xml:space="preserve"> </w:t>
      </w:r>
      <w:r w:rsidRPr="00E44C1E">
        <w:rPr>
          <w:rFonts w:asciiTheme="minorHAnsi" w:hAnsiTheme="minorHAnsi" w:cs="Arial"/>
        </w:rPr>
        <w:t xml:space="preserve">postój pojazdu o nr rejestracyjnym </w:t>
      </w:r>
      <w:r w:rsidR="00F61C22">
        <w:rPr>
          <w:rFonts w:asciiTheme="minorHAnsi" w:hAnsiTheme="minorHAnsi" w:cs="Arial"/>
        </w:rPr>
        <w:t>[</w:t>
      </w:r>
      <w:r w:rsidR="00592CFE">
        <w:rPr>
          <w:rFonts w:asciiTheme="minorHAnsi" w:hAnsiTheme="minorHAnsi" w:cs="Arial"/>
          <w:color w:val="0000FF"/>
        </w:rPr>
        <w:t>AA00000</w:t>
      </w:r>
      <w:r w:rsidR="00F61C22">
        <w:rPr>
          <w:rFonts w:asciiTheme="minorHAnsi" w:hAnsiTheme="minorHAnsi" w:cs="Arial"/>
          <w:color w:val="0000FF"/>
        </w:rPr>
        <w:t>]</w:t>
      </w:r>
      <w:r w:rsidRPr="00E44C1E">
        <w:rPr>
          <w:rFonts w:asciiTheme="minorHAnsi" w:hAnsiTheme="minorHAnsi" w:cs="Arial"/>
          <w:color w:val="0000FF"/>
        </w:rPr>
        <w:t xml:space="preserve"> </w:t>
      </w:r>
      <w:r w:rsidRPr="00592CFE">
        <w:rPr>
          <w:rFonts w:asciiTheme="minorHAnsi" w:hAnsiTheme="minorHAnsi" w:cs="Arial"/>
        </w:rPr>
        <w:t>w Strefie na ul. </w:t>
      </w:r>
      <w:r w:rsidR="00F61C22">
        <w:rPr>
          <w:rFonts w:asciiTheme="minorHAnsi" w:hAnsiTheme="minorHAnsi" w:cs="Arial"/>
        </w:rPr>
        <w:t>[</w:t>
      </w:r>
      <w:r w:rsidR="00592CFE">
        <w:rPr>
          <w:rFonts w:asciiTheme="minorHAnsi" w:hAnsiTheme="minorHAnsi" w:cs="Arial"/>
          <w:color w:val="0000FF"/>
        </w:rPr>
        <w:t>nazwa ulicy</w:t>
      </w:r>
      <w:r w:rsidR="00F61C22">
        <w:rPr>
          <w:rFonts w:asciiTheme="minorHAnsi" w:hAnsiTheme="minorHAnsi" w:cs="Arial"/>
          <w:color w:val="0000FF"/>
        </w:rPr>
        <w:t>]</w:t>
      </w:r>
      <w:r w:rsidRPr="00E44C1E">
        <w:rPr>
          <w:rFonts w:asciiTheme="minorHAnsi" w:hAnsiTheme="minorHAnsi" w:cs="Arial"/>
          <w:color w:val="0000FF"/>
        </w:rPr>
        <w:t xml:space="preserve"> </w:t>
      </w:r>
      <w:r w:rsidRPr="00592CFE">
        <w:rPr>
          <w:rFonts w:asciiTheme="minorHAnsi" w:hAnsiTheme="minorHAnsi" w:cs="Arial"/>
        </w:rPr>
        <w:t xml:space="preserve">był opłacony. </w:t>
      </w:r>
    </w:p>
    <w:p w:rsidR="0037255E" w:rsidRPr="00E44C1E" w:rsidRDefault="0037255E" w:rsidP="0037255E">
      <w:pPr>
        <w:spacing w:line="360" w:lineRule="auto"/>
        <w:jc w:val="both"/>
        <w:rPr>
          <w:rFonts w:asciiTheme="minorHAnsi" w:hAnsiTheme="minorHAnsi" w:cs="Arial"/>
          <w:b/>
          <w:bCs/>
          <w:color w:val="0000FF"/>
        </w:rPr>
      </w:pPr>
      <w:r w:rsidRPr="00E44C1E">
        <w:rPr>
          <w:rFonts w:asciiTheme="minorHAnsi" w:hAnsiTheme="minorHAnsi" w:cs="Arial"/>
        </w:rPr>
        <w:t xml:space="preserve">Z uwagi na powyższe, </w:t>
      </w:r>
      <w:r w:rsidRPr="00592CFE">
        <w:rPr>
          <w:rFonts w:asciiTheme="minorHAnsi" w:hAnsiTheme="minorHAnsi" w:cs="Arial"/>
          <w:b/>
          <w:bCs/>
        </w:rPr>
        <w:t>nie powstał obowiązek uiszczenia opłaty dodatkowej</w:t>
      </w:r>
      <w:r w:rsidR="00592CFE">
        <w:rPr>
          <w:rFonts w:asciiTheme="minorHAnsi" w:hAnsiTheme="minorHAnsi" w:cs="Arial"/>
          <w:b/>
          <w:bCs/>
          <w:color w:val="0000FF"/>
        </w:rPr>
        <w:t xml:space="preserve"> </w:t>
      </w:r>
      <w:r w:rsidR="00592CFE" w:rsidRPr="00592CFE">
        <w:rPr>
          <w:rFonts w:asciiTheme="minorHAnsi" w:hAnsiTheme="minorHAnsi" w:cs="Arial"/>
          <w:bCs/>
        </w:rPr>
        <w:t>nr</w:t>
      </w:r>
      <w:r w:rsidR="00592CFE">
        <w:rPr>
          <w:rFonts w:asciiTheme="minorHAnsi" w:hAnsiTheme="minorHAnsi" w:cs="Arial"/>
          <w:bCs/>
          <w:color w:val="0000FF"/>
        </w:rPr>
        <w:t xml:space="preserve"> </w:t>
      </w:r>
      <w:r w:rsidR="00F61C22">
        <w:rPr>
          <w:rFonts w:asciiTheme="minorHAnsi" w:hAnsiTheme="minorHAnsi" w:cs="Arial"/>
          <w:bCs/>
          <w:color w:val="0000FF"/>
        </w:rPr>
        <w:t>[</w:t>
      </w:r>
      <w:r w:rsidR="00592CFE">
        <w:rPr>
          <w:rFonts w:asciiTheme="minorHAnsi" w:hAnsiTheme="minorHAnsi" w:cs="Arial"/>
          <w:bCs/>
          <w:color w:val="0000FF"/>
        </w:rPr>
        <w:t>000000/RRRR</w:t>
      </w:r>
      <w:r w:rsidR="00F61C22">
        <w:rPr>
          <w:rFonts w:asciiTheme="minorHAnsi" w:hAnsiTheme="minorHAnsi" w:cs="Arial"/>
          <w:bCs/>
          <w:color w:val="0000FF"/>
        </w:rPr>
        <w:t>]</w:t>
      </w:r>
      <w:r w:rsidRPr="00E44C1E">
        <w:rPr>
          <w:rFonts w:asciiTheme="minorHAnsi" w:hAnsiTheme="minorHAnsi" w:cs="Arial"/>
          <w:b/>
          <w:bCs/>
          <w:color w:val="0000FF"/>
        </w:rPr>
        <w:t>.</w:t>
      </w:r>
    </w:p>
    <w:p w:rsidR="0037255E" w:rsidRPr="00E44C1E" w:rsidRDefault="0037255E" w:rsidP="0037255E">
      <w:pPr>
        <w:spacing w:line="360" w:lineRule="auto"/>
        <w:ind w:firstLine="709"/>
        <w:jc w:val="both"/>
        <w:rPr>
          <w:rFonts w:asciiTheme="minorHAnsi" w:hAnsiTheme="minorHAnsi" w:cs="Arial"/>
        </w:rPr>
      </w:pPr>
      <w:r w:rsidRPr="00E44C1E">
        <w:rPr>
          <w:rFonts w:asciiTheme="minorHAnsi" w:hAnsiTheme="minorHAnsi" w:cs="Arial"/>
        </w:rPr>
        <w:t xml:space="preserve">Zawiadamiam, że </w:t>
      </w:r>
      <w:r w:rsidRPr="00E44C1E">
        <w:rPr>
          <w:rFonts w:asciiTheme="minorHAnsi" w:hAnsiTheme="minorHAnsi" w:cs="Arial"/>
          <w:spacing w:val="-2"/>
        </w:rPr>
        <w:t xml:space="preserve">zgodnie z </w:t>
      </w:r>
      <w:r w:rsidRPr="00592CFE">
        <w:rPr>
          <w:rFonts w:asciiTheme="minorHAnsi" w:hAnsiTheme="minorHAnsi" w:cs="Arial"/>
        </w:rPr>
        <w:t xml:space="preserve">Uchwałą nr </w:t>
      </w:r>
      <w:r w:rsidR="00592CFE" w:rsidRPr="00592CFE">
        <w:rPr>
          <w:rFonts w:asciiTheme="minorHAnsi" w:hAnsiTheme="minorHAnsi" w:cs="Arial"/>
        </w:rPr>
        <w:t>XLI/1273/21</w:t>
      </w:r>
      <w:r w:rsidRPr="00592CFE">
        <w:rPr>
          <w:rFonts w:asciiTheme="minorHAnsi" w:hAnsiTheme="minorHAnsi" w:cs="Arial"/>
        </w:rPr>
        <w:t xml:space="preserve"> </w:t>
      </w:r>
      <w:r w:rsidRPr="00E44C1E">
        <w:rPr>
          <w:rFonts w:asciiTheme="minorHAnsi" w:hAnsiTheme="minorHAnsi" w:cs="Arial"/>
        </w:rPr>
        <w:t>R</w:t>
      </w:r>
      <w:r w:rsidR="00592CFE">
        <w:rPr>
          <w:rFonts w:asciiTheme="minorHAnsi" w:hAnsiTheme="minorHAnsi" w:cs="Arial"/>
        </w:rPr>
        <w:t xml:space="preserve">ady Miejskiej w Łodzi z dnia 14.04.2021 </w:t>
      </w:r>
      <w:r w:rsidRPr="00E44C1E">
        <w:rPr>
          <w:rFonts w:asciiTheme="minorHAnsi" w:hAnsiTheme="minorHAnsi" w:cs="Arial"/>
        </w:rPr>
        <w:t>r. w sprawie ustalenia strefy płatnego parkowania pojazdów samochodowych na drogach publicznych w Łodzi oraz opłat za parkowanie w tej strefie i sposobu ich pobierania, opłatę za parkowanie w Strefie wnosi się z góry, za cały deklarowany czas parkowania, niezwłocznie po zaparkowaniu, jednak nie później niż w ciągu 5 minut od czasu zajęcia miejsca postojowego.</w:t>
      </w:r>
    </w:p>
    <w:p w:rsidR="00592CFE" w:rsidRPr="00592CFE" w:rsidRDefault="0037255E" w:rsidP="0037255E">
      <w:pPr>
        <w:spacing w:line="360" w:lineRule="auto"/>
        <w:jc w:val="both"/>
        <w:rPr>
          <w:rFonts w:asciiTheme="minorHAnsi" w:hAnsiTheme="minorHAnsi" w:cs="Arial"/>
          <w:color w:val="0070C0"/>
        </w:rPr>
      </w:pPr>
      <w:r w:rsidRPr="00E44C1E">
        <w:rPr>
          <w:rFonts w:asciiTheme="minorHAnsi" w:hAnsiTheme="minorHAnsi" w:cs="Arial"/>
        </w:rPr>
        <w:t xml:space="preserve">W celu umożliwienia kierowcom spełnienia wyżej wymienionego obowiązku, opłatę za postój pojazdu w Strefie można wnieść w parkomacie za pomocą bilonu lub karty płatniczej, lub poprzez system płatności mobilnych, dostarczany przez operatów: </w:t>
      </w:r>
      <w:r w:rsidR="00592CFE" w:rsidRPr="00F61C22">
        <w:rPr>
          <w:rFonts w:asciiTheme="minorHAnsi" w:hAnsiTheme="minorHAnsi" w:cs="Arial"/>
          <w:i/>
        </w:rPr>
        <w:t>nazwy operatorów SPM</w:t>
      </w:r>
      <w:r w:rsidRPr="00E44C1E">
        <w:rPr>
          <w:rFonts w:asciiTheme="minorHAnsi" w:hAnsiTheme="minorHAnsi" w:cs="Arial"/>
          <w:color w:val="0070C0"/>
        </w:rPr>
        <w:t>.</w:t>
      </w:r>
    </w:p>
    <w:p w:rsidR="00592CFE" w:rsidRDefault="00592CFE" w:rsidP="00592CFE">
      <w:pPr>
        <w:ind w:left="4253" w:firstLine="1"/>
        <w:jc w:val="center"/>
        <w:rPr>
          <w:rFonts w:ascii="Calibri" w:hAnsi="Calibri"/>
          <w:b/>
          <w:bCs/>
        </w:rPr>
      </w:pPr>
    </w:p>
    <w:p w:rsidR="00592CFE" w:rsidRPr="00264234" w:rsidRDefault="00592CFE" w:rsidP="00592CFE">
      <w:pPr>
        <w:ind w:left="4253" w:firstLine="1"/>
        <w:jc w:val="center"/>
        <w:rPr>
          <w:rFonts w:ascii="Calibri" w:hAnsi="Calibri"/>
          <w:b/>
          <w:bCs/>
        </w:rPr>
      </w:pPr>
      <w:r w:rsidRPr="00264234">
        <w:rPr>
          <w:rFonts w:ascii="Calibri" w:hAnsi="Calibri"/>
          <w:b/>
          <w:bCs/>
        </w:rPr>
        <w:t>ZARZĄD DRÓG I TRANSPORTU</w:t>
      </w:r>
    </w:p>
    <w:p w:rsidR="00592CFE" w:rsidRPr="00264234" w:rsidRDefault="00592CFE" w:rsidP="00592CFE">
      <w:pPr>
        <w:ind w:left="4253" w:firstLine="1"/>
        <w:jc w:val="center"/>
        <w:rPr>
          <w:rFonts w:ascii="Calibri" w:hAnsi="Calibri"/>
          <w:b/>
          <w:bCs/>
        </w:rPr>
      </w:pPr>
      <w:r w:rsidRPr="00264234">
        <w:rPr>
          <w:rFonts w:ascii="Calibri" w:hAnsi="Calibri"/>
          <w:b/>
          <w:bCs/>
        </w:rPr>
        <w:t>p.o. ZASTĘPCY DYREKTORA</w:t>
      </w:r>
    </w:p>
    <w:p w:rsidR="00592CFE" w:rsidRPr="00FB1916" w:rsidRDefault="00592CFE" w:rsidP="00592CFE">
      <w:pPr>
        <w:ind w:left="4253" w:firstLine="1"/>
        <w:jc w:val="center"/>
        <w:rPr>
          <w:rFonts w:ascii="Calibri" w:hAnsi="Calibri"/>
          <w:b/>
          <w:bCs/>
          <w:sz w:val="22"/>
          <w:szCs w:val="22"/>
        </w:rPr>
      </w:pPr>
      <w:r w:rsidRPr="00FB1916">
        <w:rPr>
          <w:rFonts w:ascii="Calibri" w:hAnsi="Calibri"/>
          <w:b/>
          <w:bCs/>
          <w:sz w:val="22"/>
          <w:szCs w:val="22"/>
        </w:rPr>
        <w:t>ds. Inżynierii Ruchu</w:t>
      </w:r>
    </w:p>
    <w:p w:rsidR="00592CFE" w:rsidRPr="00264234" w:rsidRDefault="00592CFE" w:rsidP="00592CFE">
      <w:pPr>
        <w:spacing w:line="360" w:lineRule="auto"/>
        <w:rPr>
          <w:rFonts w:ascii="Calibri" w:hAnsi="Calibri"/>
          <w:b/>
          <w:bCs/>
          <w:i/>
          <w:iCs/>
        </w:rPr>
      </w:pPr>
    </w:p>
    <w:p w:rsidR="00192435" w:rsidRPr="005177FC" w:rsidRDefault="00592CFE" w:rsidP="00592CFE">
      <w:pPr>
        <w:spacing w:line="360" w:lineRule="auto"/>
        <w:ind w:left="4253" w:firstLine="1"/>
        <w:jc w:val="center"/>
        <w:rPr>
          <w:rFonts w:ascii="Calibri" w:hAnsi="Calibri"/>
          <w:b/>
          <w:bCs/>
          <w:i/>
          <w:iCs/>
          <w:color w:val="FFFFFF" w:themeColor="background1"/>
        </w:rPr>
      </w:pPr>
      <w:r w:rsidRPr="005177FC">
        <w:rPr>
          <w:rFonts w:ascii="Calibri" w:hAnsi="Calibri"/>
          <w:b/>
          <w:bCs/>
          <w:i/>
          <w:iCs/>
          <w:color w:val="FFFFFF" w:themeColor="background1"/>
        </w:rPr>
        <w:t xml:space="preserve">Tomasz </w:t>
      </w:r>
      <w:bookmarkStart w:id="0" w:name="_GoBack"/>
      <w:bookmarkEnd w:id="0"/>
      <w:r w:rsidRPr="005177FC">
        <w:rPr>
          <w:rFonts w:ascii="Calibri" w:hAnsi="Calibri"/>
          <w:b/>
          <w:bCs/>
          <w:i/>
          <w:iCs/>
          <w:color w:val="FFFFFF" w:themeColor="background1"/>
        </w:rPr>
        <w:t>Grzegorczyk</w:t>
      </w:r>
    </w:p>
    <w:p w:rsidR="00592CFE" w:rsidRDefault="00592CFE" w:rsidP="00592CFE">
      <w:pPr>
        <w:rPr>
          <w:rFonts w:ascii="Calibri" w:hAnsi="Calibri"/>
          <w:bCs/>
          <w:iCs/>
          <w:sz w:val="20"/>
          <w:szCs w:val="20"/>
        </w:rPr>
      </w:pPr>
      <w:r>
        <w:rPr>
          <w:rFonts w:ascii="Calibri" w:hAnsi="Calibri"/>
          <w:bCs/>
          <w:iCs/>
          <w:sz w:val="20"/>
          <w:szCs w:val="20"/>
        </w:rPr>
        <w:t>Sprawę prowadzi:</w:t>
      </w:r>
    </w:p>
    <w:p w:rsidR="00592CFE" w:rsidRPr="00592CFE" w:rsidRDefault="00F61C22" w:rsidP="00592CFE">
      <w:pPr>
        <w:rPr>
          <w:rFonts w:ascii="Calibri" w:hAnsi="Calibri"/>
          <w:bCs/>
          <w:iCs/>
          <w:color w:val="0000FF"/>
          <w:sz w:val="20"/>
          <w:szCs w:val="20"/>
        </w:rPr>
      </w:pPr>
      <w:r>
        <w:rPr>
          <w:rFonts w:ascii="Calibri" w:hAnsi="Calibri"/>
          <w:bCs/>
          <w:iCs/>
          <w:color w:val="0000FF"/>
          <w:sz w:val="20"/>
          <w:szCs w:val="20"/>
        </w:rPr>
        <w:t>[</w:t>
      </w:r>
      <w:r w:rsidR="00592CFE" w:rsidRPr="00592CFE">
        <w:rPr>
          <w:rFonts w:ascii="Calibri" w:hAnsi="Calibri"/>
          <w:bCs/>
          <w:iCs/>
          <w:color w:val="0000FF"/>
          <w:sz w:val="20"/>
          <w:szCs w:val="20"/>
        </w:rPr>
        <w:t>Imię i nazwisko pracownika Zamawiającego</w:t>
      </w:r>
      <w:r>
        <w:rPr>
          <w:rFonts w:ascii="Calibri" w:hAnsi="Calibri"/>
          <w:bCs/>
          <w:iCs/>
          <w:color w:val="0000FF"/>
          <w:sz w:val="20"/>
          <w:szCs w:val="20"/>
        </w:rPr>
        <w:t>]</w:t>
      </w:r>
    </w:p>
    <w:p w:rsidR="00592CFE" w:rsidRDefault="00592CFE" w:rsidP="00592CFE">
      <w:pPr>
        <w:rPr>
          <w:rFonts w:ascii="Calibri" w:hAnsi="Calibri"/>
          <w:bCs/>
          <w:iCs/>
          <w:sz w:val="20"/>
          <w:szCs w:val="20"/>
        </w:rPr>
      </w:pPr>
      <w:r>
        <w:rPr>
          <w:rFonts w:ascii="Calibri" w:hAnsi="Calibri"/>
          <w:bCs/>
          <w:iCs/>
          <w:sz w:val="20"/>
          <w:szCs w:val="20"/>
        </w:rPr>
        <w:t>Wydział Parkowania ZDiT</w:t>
      </w:r>
    </w:p>
    <w:p w:rsidR="00592CFE" w:rsidRPr="00592CFE" w:rsidRDefault="00592CFE" w:rsidP="00592CFE">
      <w:pPr>
        <w:rPr>
          <w:rFonts w:ascii="Calibri" w:hAnsi="Calibri"/>
          <w:bCs/>
          <w:iCs/>
          <w:sz w:val="20"/>
          <w:szCs w:val="20"/>
        </w:rPr>
      </w:pPr>
      <w:r>
        <w:rPr>
          <w:rFonts w:ascii="Calibri" w:hAnsi="Calibri"/>
          <w:bCs/>
          <w:iCs/>
          <w:sz w:val="20"/>
          <w:szCs w:val="20"/>
        </w:rPr>
        <w:t>Tel. 42 638-58-41</w:t>
      </w:r>
    </w:p>
    <w:sectPr w:rsidR="00592CFE" w:rsidRPr="00592CFE" w:rsidSect="00E315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991" w:bottom="2127" w:left="16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71" w:rsidRDefault="00037371">
      <w:r>
        <w:separator/>
      </w:r>
    </w:p>
  </w:endnote>
  <w:endnote w:type="continuationSeparator" w:id="0">
    <w:p w:rsidR="00037371" w:rsidRDefault="0003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B6" w:rsidRDefault="003D20B6" w:rsidP="008749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20B6" w:rsidRDefault="003D20B6" w:rsidP="001E368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B6" w:rsidRPr="00DE4888" w:rsidRDefault="00AC5E48" w:rsidP="004450EC">
    <w:pPr>
      <w:pStyle w:val="Stopka"/>
      <w:tabs>
        <w:tab w:val="clear" w:pos="4536"/>
        <w:tab w:val="clear" w:pos="9072"/>
        <w:tab w:val="left" w:pos="1110"/>
        <w:tab w:val="right" w:pos="8820"/>
      </w:tabs>
      <w:ind w:right="49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800" behindDoc="1" locked="0" layoutInCell="1" allowOverlap="1" wp14:anchorId="1A3064BE" wp14:editId="4D957E1A">
          <wp:simplePos x="0" y="0"/>
          <wp:positionH relativeFrom="column">
            <wp:posOffset>-669791</wp:posOffset>
          </wp:positionH>
          <wp:positionV relativeFrom="paragraph">
            <wp:posOffset>-609462</wp:posOffset>
          </wp:positionV>
          <wp:extent cx="6580320" cy="755374"/>
          <wp:effectExtent l="0" t="0" r="0" b="698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stopka zdi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0320" cy="7553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50EC">
      <w:rPr>
        <w:rFonts w:ascii="Arial" w:hAnsi="Arial" w:cs="Arial"/>
        <w:sz w:val="16"/>
        <w:szCs w:val="16"/>
      </w:rPr>
      <w:tab/>
    </w:r>
    <w:r w:rsidR="004450EC">
      <w:rPr>
        <w:rFonts w:ascii="Arial" w:hAnsi="Arial" w:cs="Arial"/>
        <w:sz w:val="16"/>
        <w:szCs w:val="16"/>
      </w:rPr>
      <w:tab/>
    </w:r>
    <w:r w:rsidR="003D20B6" w:rsidRPr="00DE4888">
      <w:rPr>
        <w:rFonts w:ascii="Arial" w:hAnsi="Arial" w:cs="Arial"/>
        <w:sz w:val="16"/>
        <w:szCs w:val="16"/>
      </w:rPr>
      <w:t xml:space="preserve">Strona </w:t>
    </w:r>
    <w:r w:rsidR="003D20B6" w:rsidRPr="00DE4888">
      <w:rPr>
        <w:rFonts w:ascii="Arial" w:hAnsi="Arial" w:cs="Arial"/>
        <w:sz w:val="16"/>
        <w:szCs w:val="16"/>
      </w:rPr>
      <w:fldChar w:fldCharType="begin"/>
    </w:r>
    <w:r w:rsidR="003D20B6" w:rsidRPr="00DE4888">
      <w:rPr>
        <w:rFonts w:ascii="Arial" w:hAnsi="Arial" w:cs="Arial"/>
        <w:sz w:val="16"/>
        <w:szCs w:val="16"/>
      </w:rPr>
      <w:instrText xml:space="preserve"> PAGE </w:instrText>
    </w:r>
    <w:r w:rsidR="003D20B6" w:rsidRPr="00DE4888">
      <w:rPr>
        <w:rFonts w:ascii="Arial" w:hAnsi="Arial" w:cs="Arial"/>
        <w:sz w:val="16"/>
        <w:szCs w:val="16"/>
      </w:rPr>
      <w:fldChar w:fldCharType="separate"/>
    </w:r>
    <w:r w:rsidR="005177FC">
      <w:rPr>
        <w:rFonts w:ascii="Arial" w:hAnsi="Arial" w:cs="Arial"/>
        <w:noProof/>
        <w:sz w:val="16"/>
        <w:szCs w:val="16"/>
      </w:rPr>
      <w:t>1</w:t>
    </w:r>
    <w:r w:rsidR="003D20B6" w:rsidRPr="00DE4888">
      <w:rPr>
        <w:rFonts w:ascii="Arial" w:hAnsi="Arial" w:cs="Arial"/>
        <w:sz w:val="16"/>
        <w:szCs w:val="16"/>
      </w:rPr>
      <w:fldChar w:fldCharType="end"/>
    </w:r>
    <w:r w:rsidR="003D20B6" w:rsidRPr="00DE4888">
      <w:rPr>
        <w:rFonts w:ascii="Arial" w:hAnsi="Arial" w:cs="Arial"/>
        <w:sz w:val="16"/>
        <w:szCs w:val="16"/>
      </w:rPr>
      <w:t xml:space="preserve"> z </w:t>
    </w:r>
    <w:r w:rsidR="003D20B6" w:rsidRPr="00DE4888">
      <w:rPr>
        <w:rFonts w:ascii="Arial" w:hAnsi="Arial" w:cs="Arial"/>
        <w:sz w:val="16"/>
        <w:szCs w:val="16"/>
      </w:rPr>
      <w:fldChar w:fldCharType="begin"/>
    </w:r>
    <w:r w:rsidR="003D20B6" w:rsidRPr="00DE4888">
      <w:rPr>
        <w:rFonts w:ascii="Arial" w:hAnsi="Arial" w:cs="Arial"/>
        <w:sz w:val="16"/>
        <w:szCs w:val="16"/>
      </w:rPr>
      <w:instrText xml:space="preserve"> NUMPAGES </w:instrText>
    </w:r>
    <w:r w:rsidR="003D20B6" w:rsidRPr="00DE4888">
      <w:rPr>
        <w:rFonts w:ascii="Arial" w:hAnsi="Arial" w:cs="Arial"/>
        <w:sz w:val="16"/>
        <w:szCs w:val="16"/>
      </w:rPr>
      <w:fldChar w:fldCharType="separate"/>
    </w:r>
    <w:r w:rsidR="005177FC">
      <w:rPr>
        <w:rFonts w:ascii="Arial" w:hAnsi="Arial" w:cs="Arial"/>
        <w:noProof/>
        <w:sz w:val="16"/>
        <w:szCs w:val="16"/>
      </w:rPr>
      <w:t>1</w:t>
    </w:r>
    <w:r w:rsidR="003D20B6" w:rsidRPr="00DE4888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62E" w:rsidRDefault="00A416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71" w:rsidRDefault="00037371">
      <w:r>
        <w:separator/>
      </w:r>
    </w:p>
  </w:footnote>
  <w:footnote w:type="continuationSeparator" w:id="0">
    <w:p w:rsidR="00037371" w:rsidRDefault="00037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62E" w:rsidRDefault="00A416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B6" w:rsidRPr="00A4162E" w:rsidRDefault="004450EC" w:rsidP="00A4162E">
    <w:pPr>
      <w:pStyle w:val="Nagwek"/>
      <w:jc w:val="right"/>
      <w:rPr>
        <w:rFonts w:asciiTheme="minorHAnsi" w:hAnsiTheme="minorHAnsi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42E47E84" wp14:editId="52D65D74">
          <wp:simplePos x="0" y="0"/>
          <wp:positionH relativeFrom="column">
            <wp:posOffset>-684143</wp:posOffset>
          </wp:positionH>
          <wp:positionV relativeFrom="paragraph">
            <wp:posOffset>-85258</wp:posOffset>
          </wp:positionV>
          <wp:extent cx="2107095" cy="707917"/>
          <wp:effectExtent l="0" t="0" r="762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zdi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468" cy="714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162E">
      <w:rPr>
        <w:rFonts w:asciiTheme="minorHAnsi" w:hAnsiTheme="minorHAnsi"/>
      </w:rPr>
      <w:t>Załącznik nr 10 do Opisu Przedmiotu Zamówienia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62E" w:rsidRDefault="00A416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F3E"/>
    <w:multiLevelType w:val="hybridMultilevel"/>
    <w:tmpl w:val="E3A83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6BE8"/>
    <w:multiLevelType w:val="hybridMultilevel"/>
    <w:tmpl w:val="4DBC8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16129"/>
    <w:multiLevelType w:val="hybridMultilevel"/>
    <w:tmpl w:val="25C09F2C"/>
    <w:lvl w:ilvl="0" w:tplc="9B2694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E75EFD"/>
    <w:multiLevelType w:val="hybridMultilevel"/>
    <w:tmpl w:val="E076A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15528"/>
    <w:multiLevelType w:val="hybridMultilevel"/>
    <w:tmpl w:val="B060D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609F5"/>
    <w:multiLevelType w:val="hybridMultilevel"/>
    <w:tmpl w:val="D0D8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A0E6C"/>
    <w:multiLevelType w:val="hybridMultilevel"/>
    <w:tmpl w:val="115AEB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FD64F9"/>
    <w:multiLevelType w:val="hybridMultilevel"/>
    <w:tmpl w:val="5B64A6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02848"/>
    <w:multiLevelType w:val="hybridMultilevel"/>
    <w:tmpl w:val="197C13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66CF70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B61054"/>
    <w:multiLevelType w:val="hybridMultilevel"/>
    <w:tmpl w:val="7DEAD6E4"/>
    <w:lvl w:ilvl="0" w:tplc="423C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11235E"/>
    <w:multiLevelType w:val="hybridMultilevel"/>
    <w:tmpl w:val="2CD06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34D2C"/>
    <w:multiLevelType w:val="hybridMultilevel"/>
    <w:tmpl w:val="8F04F4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1761D63"/>
    <w:multiLevelType w:val="hybridMultilevel"/>
    <w:tmpl w:val="32265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9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7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AC9"/>
    <w:rsid w:val="00007716"/>
    <w:rsid w:val="00011313"/>
    <w:rsid w:val="00012459"/>
    <w:rsid w:val="000218A4"/>
    <w:rsid w:val="00025C68"/>
    <w:rsid w:val="00030821"/>
    <w:rsid w:val="000335DB"/>
    <w:rsid w:val="00035322"/>
    <w:rsid w:val="000355E3"/>
    <w:rsid w:val="00037371"/>
    <w:rsid w:val="000428C2"/>
    <w:rsid w:val="00043F91"/>
    <w:rsid w:val="00046E32"/>
    <w:rsid w:val="0005014B"/>
    <w:rsid w:val="000548D6"/>
    <w:rsid w:val="000663B9"/>
    <w:rsid w:val="000665B0"/>
    <w:rsid w:val="00074C63"/>
    <w:rsid w:val="00080D08"/>
    <w:rsid w:val="0008222F"/>
    <w:rsid w:val="000833D7"/>
    <w:rsid w:val="00091003"/>
    <w:rsid w:val="000923BE"/>
    <w:rsid w:val="000937F0"/>
    <w:rsid w:val="00096E7B"/>
    <w:rsid w:val="000A1546"/>
    <w:rsid w:val="000A224F"/>
    <w:rsid w:val="000A61ED"/>
    <w:rsid w:val="000B4E7E"/>
    <w:rsid w:val="000B5242"/>
    <w:rsid w:val="000B7743"/>
    <w:rsid w:val="000C04C8"/>
    <w:rsid w:val="000E4B5D"/>
    <w:rsid w:val="000E7212"/>
    <w:rsid w:val="000F0DF8"/>
    <w:rsid w:val="00100DB7"/>
    <w:rsid w:val="00103439"/>
    <w:rsid w:val="00104614"/>
    <w:rsid w:val="00110937"/>
    <w:rsid w:val="00112EB5"/>
    <w:rsid w:val="00117C02"/>
    <w:rsid w:val="001247F0"/>
    <w:rsid w:val="00130C7B"/>
    <w:rsid w:val="001429CF"/>
    <w:rsid w:val="00145248"/>
    <w:rsid w:val="00147273"/>
    <w:rsid w:val="00150ABB"/>
    <w:rsid w:val="0017348F"/>
    <w:rsid w:val="00174A90"/>
    <w:rsid w:val="00176E01"/>
    <w:rsid w:val="0019166D"/>
    <w:rsid w:val="00192435"/>
    <w:rsid w:val="001933E3"/>
    <w:rsid w:val="001B2A0B"/>
    <w:rsid w:val="001C1CE4"/>
    <w:rsid w:val="001C3482"/>
    <w:rsid w:val="001D7D0A"/>
    <w:rsid w:val="001E01EF"/>
    <w:rsid w:val="001E0D8B"/>
    <w:rsid w:val="001E12E9"/>
    <w:rsid w:val="001E307E"/>
    <w:rsid w:val="001E3683"/>
    <w:rsid w:val="001F19FE"/>
    <w:rsid w:val="002017C8"/>
    <w:rsid w:val="00203ADB"/>
    <w:rsid w:val="00211EEA"/>
    <w:rsid w:val="0021319F"/>
    <w:rsid w:val="00214C3A"/>
    <w:rsid w:val="002172E6"/>
    <w:rsid w:val="0022304B"/>
    <w:rsid w:val="0022608B"/>
    <w:rsid w:val="0022626F"/>
    <w:rsid w:val="002333FE"/>
    <w:rsid w:val="002400E3"/>
    <w:rsid w:val="00245116"/>
    <w:rsid w:val="00245971"/>
    <w:rsid w:val="002459CC"/>
    <w:rsid w:val="00250F49"/>
    <w:rsid w:val="002552E1"/>
    <w:rsid w:val="002578C3"/>
    <w:rsid w:val="002602D5"/>
    <w:rsid w:val="00261B3A"/>
    <w:rsid w:val="0026477D"/>
    <w:rsid w:val="002740AB"/>
    <w:rsid w:val="00281141"/>
    <w:rsid w:val="002833EC"/>
    <w:rsid w:val="0028366E"/>
    <w:rsid w:val="00290785"/>
    <w:rsid w:val="002957F0"/>
    <w:rsid w:val="00296E4D"/>
    <w:rsid w:val="002A7A55"/>
    <w:rsid w:val="002B11F7"/>
    <w:rsid w:val="002B5FAF"/>
    <w:rsid w:val="002C18CB"/>
    <w:rsid w:val="002C1E96"/>
    <w:rsid w:val="002C4D6A"/>
    <w:rsid w:val="002D5311"/>
    <w:rsid w:val="002E1772"/>
    <w:rsid w:val="002E5F72"/>
    <w:rsid w:val="002F16D2"/>
    <w:rsid w:val="00301167"/>
    <w:rsid w:val="003030FD"/>
    <w:rsid w:val="00303B25"/>
    <w:rsid w:val="003152D6"/>
    <w:rsid w:val="00320482"/>
    <w:rsid w:val="003278FD"/>
    <w:rsid w:val="003337C4"/>
    <w:rsid w:val="00333A51"/>
    <w:rsid w:val="00333DCB"/>
    <w:rsid w:val="00334270"/>
    <w:rsid w:val="0033724B"/>
    <w:rsid w:val="0034497D"/>
    <w:rsid w:val="00350BD4"/>
    <w:rsid w:val="003519B8"/>
    <w:rsid w:val="00352637"/>
    <w:rsid w:val="00360FDA"/>
    <w:rsid w:val="003628E0"/>
    <w:rsid w:val="003662C0"/>
    <w:rsid w:val="00367272"/>
    <w:rsid w:val="0037255E"/>
    <w:rsid w:val="00374CAB"/>
    <w:rsid w:val="00377FBC"/>
    <w:rsid w:val="0038091E"/>
    <w:rsid w:val="00391EA4"/>
    <w:rsid w:val="00394EA1"/>
    <w:rsid w:val="003A0E85"/>
    <w:rsid w:val="003C2056"/>
    <w:rsid w:val="003D20B6"/>
    <w:rsid w:val="003E4AD6"/>
    <w:rsid w:val="003E5EF6"/>
    <w:rsid w:val="003F1FA9"/>
    <w:rsid w:val="003F2BC2"/>
    <w:rsid w:val="0040282B"/>
    <w:rsid w:val="00412165"/>
    <w:rsid w:val="00416423"/>
    <w:rsid w:val="00417FA4"/>
    <w:rsid w:val="00423C88"/>
    <w:rsid w:val="00425845"/>
    <w:rsid w:val="00433939"/>
    <w:rsid w:val="004364B4"/>
    <w:rsid w:val="004450EC"/>
    <w:rsid w:val="00446941"/>
    <w:rsid w:val="00455D16"/>
    <w:rsid w:val="004668CD"/>
    <w:rsid w:val="004745BC"/>
    <w:rsid w:val="004756D1"/>
    <w:rsid w:val="0048056E"/>
    <w:rsid w:val="00485184"/>
    <w:rsid w:val="00485E01"/>
    <w:rsid w:val="004B3A83"/>
    <w:rsid w:val="004B3AB0"/>
    <w:rsid w:val="004B4ED6"/>
    <w:rsid w:val="004C0DE6"/>
    <w:rsid w:val="004C3096"/>
    <w:rsid w:val="004D3F81"/>
    <w:rsid w:val="004E4AC9"/>
    <w:rsid w:val="004F0B0B"/>
    <w:rsid w:val="004F0BF8"/>
    <w:rsid w:val="004F2F59"/>
    <w:rsid w:val="004F3723"/>
    <w:rsid w:val="004F65CF"/>
    <w:rsid w:val="004F7AE1"/>
    <w:rsid w:val="00501903"/>
    <w:rsid w:val="00506483"/>
    <w:rsid w:val="00514DB4"/>
    <w:rsid w:val="005177FC"/>
    <w:rsid w:val="00521843"/>
    <w:rsid w:val="00535A8B"/>
    <w:rsid w:val="00542CF5"/>
    <w:rsid w:val="00546BD1"/>
    <w:rsid w:val="00551ACE"/>
    <w:rsid w:val="005536F9"/>
    <w:rsid w:val="00554D82"/>
    <w:rsid w:val="00557122"/>
    <w:rsid w:val="00572961"/>
    <w:rsid w:val="00582163"/>
    <w:rsid w:val="00592CFE"/>
    <w:rsid w:val="0059769E"/>
    <w:rsid w:val="005A5935"/>
    <w:rsid w:val="005A6B96"/>
    <w:rsid w:val="005A7288"/>
    <w:rsid w:val="005B0EEB"/>
    <w:rsid w:val="005C1747"/>
    <w:rsid w:val="005C7B52"/>
    <w:rsid w:val="005E36A8"/>
    <w:rsid w:val="005E55D1"/>
    <w:rsid w:val="005F3A76"/>
    <w:rsid w:val="005F4FFE"/>
    <w:rsid w:val="00605546"/>
    <w:rsid w:val="00606619"/>
    <w:rsid w:val="006115D9"/>
    <w:rsid w:val="006165CE"/>
    <w:rsid w:val="0062703D"/>
    <w:rsid w:val="006400C2"/>
    <w:rsid w:val="006415AB"/>
    <w:rsid w:val="0064231B"/>
    <w:rsid w:val="006452D0"/>
    <w:rsid w:val="006452D7"/>
    <w:rsid w:val="006478DD"/>
    <w:rsid w:val="00650E2D"/>
    <w:rsid w:val="00660824"/>
    <w:rsid w:val="00660B3A"/>
    <w:rsid w:val="00663B93"/>
    <w:rsid w:val="00665BCB"/>
    <w:rsid w:val="0067241D"/>
    <w:rsid w:val="0067297D"/>
    <w:rsid w:val="006743CB"/>
    <w:rsid w:val="00681071"/>
    <w:rsid w:val="006860D8"/>
    <w:rsid w:val="00686873"/>
    <w:rsid w:val="00686A51"/>
    <w:rsid w:val="006926D5"/>
    <w:rsid w:val="00692EFC"/>
    <w:rsid w:val="006938B9"/>
    <w:rsid w:val="00694500"/>
    <w:rsid w:val="00694921"/>
    <w:rsid w:val="00696CD8"/>
    <w:rsid w:val="006A0F2A"/>
    <w:rsid w:val="006A419F"/>
    <w:rsid w:val="006C035E"/>
    <w:rsid w:val="006C22EF"/>
    <w:rsid w:val="006C3F9C"/>
    <w:rsid w:val="006C5E63"/>
    <w:rsid w:val="006D1305"/>
    <w:rsid w:val="006D2FFF"/>
    <w:rsid w:val="006D7F69"/>
    <w:rsid w:val="006F0973"/>
    <w:rsid w:val="006F1921"/>
    <w:rsid w:val="006F2D2C"/>
    <w:rsid w:val="006F3E1B"/>
    <w:rsid w:val="00706AC8"/>
    <w:rsid w:val="007105F1"/>
    <w:rsid w:val="00711788"/>
    <w:rsid w:val="0071320D"/>
    <w:rsid w:val="00721195"/>
    <w:rsid w:val="0072140E"/>
    <w:rsid w:val="00722286"/>
    <w:rsid w:val="007329B6"/>
    <w:rsid w:val="00733564"/>
    <w:rsid w:val="00734314"/>
    <w:rsid w:val="00735AB5"/>
    <w:rsid w:val="0073645F"/>
    <w:rsid w:val="0073667B"/>
    <w:rsid w:val="00745172"/>
    <w:rsid w:val="00747CD0"/>
    <w:rsid w:val="00752145"/>
    <w:rsid w:val="00753DF2"/>
    <w:rsid w:val="00766A35"/>
    <w:rsid w:val="00773BFB"/>
    <w:rsid w:val="00775E7B"/>
    <w:rsid w:val="00782F7E"/>
    <w:rsid w:val="00784594"/>
    <w:rsid w:val="00791BFF"/>
    <w:rsid w:val="00794519"/>
    <w:rsid w:val="00796EF5"/>
    <w:rsid w:val="007A0D79"/>
    <w:rsid w:val="007A19CF"/>
    <w:rsid w:val="007A46AC"/>
    <w:rsid w:val="007B3CC1"/>
    <w:rsid w:val="007B674F"/>
    <w:rsid w:val="007B725B"/>
    <w:rsid w:val="007C00B2"/>
    <w:rsid w:val="007C6908"/>
    <w:rsid w:val="007C717A"/>
    <w:rsid w:val="007D09ED"/>
    <w:rsid w:val="007D115A"/>
    <w:rsid w:val="007D5229"/>
    <w:rsid w:val="00804D83"/>
    <w:rsid w:val="00805A96"/>
    <w:rsid w:val="00812AFF"/>
    <w:rsid w:val="008162EB"/>
    <w:rsid w:val="00816478"/>
    <w:rsid w:val="0083006C"/>
    <w:rsid w:val="00836B26"/>
    <w:rsid w:val="00860BDD"/>
    <w:rsid w:val="008610B3"/>
    <w:rsid w:val="00862C70"/>
    <w:rsid w:val="00864456"/>
    <w:rsid w:val="00865A94"/>
    <w:rsid w:val="00866FEC"/>
    <w:rsid w:val="008723C7"/>
    <w:rsid w:val="00874932"/>
    <w:rsid w:val="008771B2"/>
    <w:rsid w:val="0088222C"/>
    <w:rsid w:val="008917D2"/>
    <w:rsid w:val="008A2825"/>
    <w:rsid w:val="008B32F6"/>
    <w:rsid w:val="008C3F83"/>
    <w:rsid w:val="008D21B9"/>
    <w:rsid w:val="008D26F3"/>
    <w:rsid w:val="008D62B9"/>
    <w:rsid w:val="008D7C27"/>
    <w:rsid w:val="008D7EDA"/>
    <w:rsid w:val="008E450A"/>
    <w:rsid w:val="008E5802"/>
    <w:rsid w:val="008E753D"/>
    <w:rsid w:val="009009FE"/>
    <w:rsid w:val="00901B06"/>
    <w:rsid w:val="009051AB"/>
    <w:rsid w:val="00912AE8"/>
    <w:rsid w:val="00913A87"/>
    <w:rsid w:val="00913D64"/>
    <w:rsid w:val="0092619C"/>
    <w:rsid w:val="009261BA"/>
    <w:rsid w:val="00933A35"/>
    <w:rsid w:val="00935CAB"/>
    <w:rsid w:val="00937AC1"/>
    <w:rsid w:val="009423A8"/>
    <w:rsid w:val="0094448C"/>
    <w:rsid w:val="009456F7"/>
    <w:rsid w:val="009541EB"/>
    <w:rsid w:val="0096194A"/>
    <w:rsid w:val="009658DC"/>
    <w:rsid w:val="00966030"/>
    <w:rsid w:val="00966810"/>
    <w:rsid w:val="00966D38"/>
    <w:rsid w:val="009729FB"/>
    <w:rsid w:val="00972D8C"/>
    <w:rsid w:val="0097395E"/>
    <w:rsid w:val="00992DA3"/>
    <w:rsid w:val="009A6C55"/>
    <w:rsid w:val="009A7DC7"/>
    <w:rsid w:val="009B4F0B"/>
    <w:rsid w:val="009B681A"/>
    <w:rsid w:val="009C0C3C"/>
    <w:rsid w:val="009C4654"/>
    <w:rsid w:val="009D1E2D"/>
    <w:rsid w:val="009D5BC8"/>
    <w:rsid w:val="009E6E48"/>
    <w:rsid w:val="009F39B1"/>
    <w:rsid w:val="009F3B09"/>
    <w:rsid w:val="009F693C"/>
    <w:rsid w:val="009F7D51"/>
    <w:rsid w:val="00A02B36"/>
    <w:rsid w:val="00A05D2F"/>
    <w:rsid w:val="00A0655B"/>
    <w:rsid w:val="00A07C5C"/>
    <w:rsid w:val="00A10930"/>
    <w:rsid w:val="00A1788A"/>
    <w:rsid w:val="00A22E35"/>
    <w:rsid w:val="00A2349C"/>
    <w:rsid w:val="00A23A5A"/>
    <w:rsid w:val="00A23A5D"/>
    <w:rsid w:val="00A32071"/>
    <w:rsid w:val="00A321E0"/>
    <w:rsid w:val="00A34F45"/>
    <w:rsid w:val="00A369C4"/>
    <w:rsid w:val="00A4162E"/>
    <w:rsid w:val="00A5339F"/>
    <w:rsid w:val="00A5503A"/>
    <w:rsid w:val="00A5717B"/>
    <w:rsid w:val="00A71317"/>
    <w:rsid w:val="00A71EB4"/>
    <w:rsid w:val="00A725C4"/>
    <w:rsid w:val="00A73213"/>
    <w:rsid w:val="00A74A5A"/>
    <w:rsid w:val="00A800C8"/>
    <w:rsid w:val="00A80E8A"/>
    <w:rsid w:val="00A827C4"/>
    <w:rsid w:val="00A84CC1"/>
    <w:rsid w:val="00A84DDB"/>
    <w:rsid w:val="00A869F6"/>
    <w:rsid w:val="00A87580"/>
    <w:rsid w:val="00A87E09"/>
    <w:rsid w:val="00A92517"/>
    <w:rsid w:val="00AA667F"/>
    <w:rsid w:val="00AA7522"/>
    <w:rsid w:val="00AB208D"/>
    <w:rsid w:val="00AB367D"/>
    <w:rsid w:val="00AC5384"/>
    <w:rsid w:val="00AC5E48"/>
    <w:rsid w:val="00AC7E59"/>
    <w:rsid w:val="00AD4DB4"/>
    <w:rsid w:val="00AE6291"/>
    <w:rsid w:val="00AF23EA"/>
    <w:rsid w:val="00AF2C73"/>
    <w:rsid w:val="00AF4191"/>
    <w:rsid w:val="00AF497E"/>
    <w:rsid w:val="00B0184A"/>
    <w:rsid w:val="00B0340F"/>
    <w:rsid w:val="00B11843"/>
    <w:rsid w:val="00B132A4"/>
    <w:rsid w:val="00B26A4B"/>
    <w:rsid w:val="00B42D05"/>
    <w:rsid w:val="00B467DF"/>
    <w:rsid w:val="00B51967"/>
    <w:rsid w:val="00B526EC"/>
    <w:rsid w:val="00B60E25"/>
    <w:rsid w:val="00B64C1E"/>
    <w:rsid w:val="00B667A7"/>
    <w:rsid w:val="00B67882"/>
    <w:rsid w:val="00B7183D"/>
    <w:rsid w:val="00B71D72"/>
    <w:rsid w:val="00B72F71"/>
    <w:rsid w:val="00B73409"/>
    <w:rsid w:val="00B82B5B"/>
    <w:rsid w:val="00B93FFA"/>
    <w:rsid w:val="00BA03BD"/>
    <w:rsid w:val="00BA157B"/>
    <w:rsid w:val="00BA3B78"/>
    <w:rsid w:val="00BB130C"/>
    <w:rsid w:val="00BB2111"/>
    <w:rsid w:val="00BB433B"/>
    <w:rsid w:val="00BC3821"/>
    <w:rsid w:val="00BD6827"/>
    <w:rsid w:val="00BD7632"/>
    <w:rsid w:val="00C05DD8"/>
    <w:rsid w:val="00C26448"/>
    <w:rsid w:val="00C308C3"/>
    <w:rsid w:val="00C317FD"/>
    <w:rsid w:val="00C33A84"/>
    <w:rsid w:val="00C345F9"/>
    <w:rsid w:val="00C353EE"/>
    <w:rsid w:val="00C35DDE"/>
    <w:rsid w:val="00C36EC8"/>
    <w:rsid w:val="00C47A0E"/>
    <w:rsid w:val="00C60103"/>
    <w:rsid w:val="00C624C2"/>
    <w:rsid w:val="00C75BC4"/>
    <w:rsid w:val="00C831BC"/>
    <w:rsid w:val="00C84AF6"/>
    <w:rsid w:val="00C930B8"/>
    <w:rsid w:val="00C94D31"/>
    <w:rsid w:val="00C96157"/>
    <w:rsid w:val="00C970AC"/>
    <w:rsid w:val="00C97C01"/>
    <w:rsid w:val="00CA28F6"/>
    <w:rsid w:val="00CB36CD"/>
    <w:rsid w:val="00CC2BAC"/>
    <w:rsid w:val="00CC2E3D"/>
    <w:rsid w:val="00CD3C85"/>
    <w:rsid w:val="00CE03E3"/>
    <w:rsid w:val="00CE2398"/>
    <w:rsid w:val="00CE4E86"/>
    <w:rsid w:val="00CE58B5"/>
    <w:rsid w:val="00CE79C1"/>
    <w:rsid w:val="00CF080E"/>
    <w:rsid w:val="00CF1329"/>
    <w:rsid w:val="00CF3A94"/>
    <w:rsid w:val="00CF72B8"/>
    <w:rsid w:val="00D1069F"/>
    <w:rsid w:val="00D15267"/>
    <w:rsid w:val="00D23A29"/>
    <w:rsid w:val="00D24CCA"/>
    <w:rsid w:val="00D35CED"/>
    <w:rsid w:val="00D4699F"/>
    <w:rsid w:val="00D62089"/>
    <w:rsid w:val="00D623A7"/>
    <w:rsid w:val="00D6443C"/>
    <w:rsid w:val="00D80C04"/>
    <w:rsid w:val="00D83901"/>
    <w:rsid w:val="00D84F47"/>
    <w:rsid w:val="00D85638"/>
    <w:rsid w:val="00D94444"/>
    <w:rsid w:val="00DA07C3"/>
    <w:rsid w:val="00DA4513"/>
    <w:rsid w:val="00DC0C44"/>
    <w:rsid w:val="00DC472E"/>
    <w:rsid w:val="00DD1CC2"/>
    <w:rsid w:val="00DD3840"/>
    <w:rsid w:val="00DE4888"/>
    <w:rsid w:val="00DF08F3"/>
    <w:rsid w:val="00DF09A3"/>
    <w:rsid w:val="00DF61B0"/>
    <w:rsid w:val="00E02385"/>
    <w:rsid w:val="00E076A4"/>
    <w:rsid w:val="00E12B06"/>
    <w:rsid w:val="00E14A74"/>
    <w:rsid w:val="00E21313"/>
    <w:rsid w:val="00E240ED"/>
    <w:rsid w:val="00E243C7"/>
    <w:rsid w:val="00E3154F"/>
    <w:rsid w:val="00E322EB"/>
    <w:rsid w:val="00E34BC2"/>
    <w:rsid w:val="00E41602"/>
    <w:rsid w:val="00E41AEC"/>
    <w:rsid w:val="00E43B3E"/>
    <w:rsid w:val="00E44197"/>
    <w:rsid w:val="00E454D7"/>
    <w:rsid w:val="00E57C2F"/>
    <w:rsid w:val="00E618B7"/>
    <w:rsid w:val="00E71DD3"/>
    <w:rsid w:val="00E73986"/>
    <w:rsid w:val="00E7471A"/>
    <w:rsid w:val="00E82576"/>
    <w:rsid w:val="00E86298"/>
    <w:rsid w:val="00E92792"/>
    <w:rsid w:val="00E92BE7"/>
    <w:rsid w:val="00E9591E"/>
    <w:rsid w:val="00EB7DBC"/>
    <w:rsid w:val="00EC48EF"/>
    <w:rsid w:val="00ED1FCB"/>
    <w:rsid w:val="00EE04ED"/>
    <w:rsid w:val="00EE1886"/>
    <w:rsid w:val="00EE5195"/>
    <w:rsid w:val="00EE76D6"/>
    <w:rsid w:val="00EF0C7C"/>
    <w:rsid w:val="00EF4497"/>
    <w:rsid w:val="00F17598"/>
    <w:rsid w:val="00F235FF"/>
    <w:rsid w:val="00F27652"/>
    <w:rsid w:val="00F276BF"/>
    <w:rsid w:val="00F32135"/>
    <w:rsid w:val="00F33781"/>
    <w:rsid w:val="00F338E4"/>
    <w:rsid w:val="00F355A4"/>
    <w:rsid w:val="00F3563A"/>
    <w:rsid w:val="00F37FE5"/>
    <w:rsid w:val="00F50CDF"/>
    <w:rsid w:val="00F54AA3"/>
    <w:rsid w:val="00F5738A"/>
    <w:rsid w:val="00F61C22"/>
    <w:rsid w:val="00F63CA3"/>
    <w:rsid w:val="00F71C0E"/>
    <w:rsid w:val="00F8500A"/>
    <w:rsid w:val="00F87DFB"/>
    <w:rsid w:val="00F91B2D"/>
    <w:rsid w:val="00FA0499"/>
    <w:rsid w:val="00FA35AA"/>
    <w:rsid w:val="00FA6A02"/>
    <w:rsid w:val="00FB06E0"/>
    <w:rsid w:val="00FB0DFD"/>
    <w:rsid w:val="00FB1BA5"/>
    <w:rsid w:val="00FB5DE6"/>
    <w:rsid w:val="00FB6BFB"/>
    <w:rsid w:val="00FB6D00"/>
    <w:rsid w:val="00FE341D"/>
    <w:rsid w:val="00FF07DD"/>
    <w:rsid w:val="00FF26FA"/>
    <w:rsid w:val="00FF2D1E"/>
    <w:rsid w:val="00FF39AE"/>
    <w:rsid w:val="00FF5F2D"/>
    <w:rsid w:val="00FF653E"/>
    <w:rsid w:val="00FF683D"/>
    <w:rsid w:val="00FF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11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E4B5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0E4B5D"/>
    <w:pPr>
      <w:tabs>
        <w:tab w:val="center" w:pos="4536"/>
        <w:tab w:val="right" w:pos="9072"/>
      </w:tabs>
    </w:pPr>
  </w:style>
  <w:style w:type="character" w:styleId="Hipercze">
    <w:name w:val="Hyperlink"/>
    <w:rsid w:val="000E4B5D"/>
    <w:rPr>
      <w:color w:val="0000FF"/>
      <w:u w:val="single"/>
    </w:rPr>
  </w:style>
  <w:style w:type="character" w:styleId="Numerstrony">
    <w:name w:val="page number"/>
    <w:rsid w:val="001E3683"/>
    <w:rPr>
      <w:rFonts w:cs="Times New Roman"/>
    </w:rPr>
  </w:style>
  <w:style w:type="character" w:customStyle="1" w:styleId="StopkaZnak">
    <w:name w:val="Stopka Znak"/>
    <w:link w:val="Stopka"/>
    <w:locked/>
    <w:rsid w:val="00DF61B0"/>
    <w:rPr>
      <w:sz w:val="24"/>
      <w:lang w:val="x-none" w:eastAsia="pl-PL"/>
    </w:rPr>
  </w:style>
  <w:style w:type="paragraph" w:styleId="Tekstdymka">
    <w:name w:val="Balloon Text"/>
    <w:basedOn w:val="Normalny"/>
    <w:link w:val="TekstdymkaZnak"/>
    <w:rsid w:val="00F337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3378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CB36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B36CD"/>
  </w:style>
  <w:style w:type="character" w:styleId="Odwoanieprzypisukocowego">
    <w:name w:val="endnote reference"/>
    <w:rsid w:val="00CB36CD"/>
    <w:rPr>
      <w:vertAlign w:val="superscript"/>
    </w:rPr>
  </w:style>
  <w:style w:type="character" w:customStyle="1" w:styleId="object">
    <w:name w:val="object"/>
    <w:rsid w:val="008B32F6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BA5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BA5"/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paragraph" w:styleId="Akapitzlist">
    <w:name w:val="List Paragraph"/>
    <w:basedOn w:val="Normalny"/>
    <w:uiPriority w:val="34"/>
    <w:qFormat/>
    <w:rsid w:val="00374CA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60FD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60F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60FD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60F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60F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11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E4B5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0E4B5D"/>
    <w:pPr>
      <w:tabs>
        <w:tab w:val="center" w:pos="4536"/>
        <w:tab w:val="right" w:pos="9072"/>
      </w:tabs>
    </w:pPr>
  </w:style>
  <w:style w:type="character" w:styleId="Hipercze">
    <w:name w:val="Hyperlink"/>
    <w:rsid w:val="000E4B5D"/>
    <w:rPr>
      <w:color w:val="0000FF"/>
      <w:u w:val="single"/>
    </w:rPr>
  </w:style>
  <w:style w:type="character" w:styleId="Numerstrony">
    <w:name w:val="page number"/>
    <w:rsid w:val="001E3683"/>
    <w:rPr>
      <w:rFonts w:cs="Times New Roman"/>
    </w:rPr>
  </w:style>
  <w:style w:type="character" w:customStyle="1" w:styleId="StopkaZnak">
    <w:name w:val="Stopka Znak"/>
    <w:link w:val="Stopka"/>
    <w:locked/>
    <w:rsid w:val="00DF61B0"/>
    <w:rPr>
      <w:sz w:val="24"/>
      <w:lang w:val="x-none" w:eastAsia="pl-PL"/>
    </w:rPr>
  </w:style>
  <w:style w:type="paragraph" w:styleId="Tekstdymka">
    <w:name w:val="Balloon Text"/>
    <w:basedOn w:val="Normalny"/>
    <w:link w:val="TekstdymkaZnak"/>
    <w:rsid w:val="00F337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3378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CB36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B36CD"/>
  </w:style>
  <w:style w:type="character" w:styleId="Odwoanieprzypisukocowego">
    <w:name w:val="endnote reference"/>
    <w:rsid w:val="00CB36CD"/>
    <w:rPr>
      <w:vertAlign w:val="superscript"/>
    </w:rPr>
  </w:style>
  <w:style w:type="character" w:customStyle="1" w:styleId="object">
    <w:name w:val="object"/>
    <w:rsid w:val="008B32F6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BA5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BA5"/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paragraph" w:styleId="Akapitzlist">
    <w:name w:val="List Paragraph"/>
    <w:basedOn w:val="Normalny"/>
    <w:uiPriority w:val="34"/>
    <w:qFormat/>
    <w:rsid w:val="00374CA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60FD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60F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60FD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60F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60F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_chylak.ZDIT0\Dane%20aplikacji\Microsoft\Szablony\ZDiT_TZ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3A9DC-CAE8-4BC9-8829-B49A1B9D8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ZDiT_TZ</Template>
  <TotalTime>54</TotalTime>
  <Pages>1</Pages>
  <Words>202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XX miesiąca XXX</vt:lpstr>
    </vt:vector>
  </TitlesOfParts>
  <Company>Urząd Miasta Łodzi</Company>
  <LinksUpToDate>false</LinksUpToDate>
  <CharactersWithSpaces>1481</CharactersWithSpaces>
  <SharedDoc>false</SharedDoc>
  <HLinks>
    <vt:vector size="6" baseType="variant">
      <vt:variant>
        <vt:i4>2883681</vt:i4>
      </vt:variant>
      <vt:variant>
        <vt:i4>0</vt:i4>
      </vt:variant>
      <vt:variant>
        <vt:i4>0</vt:i4>
      </vt:variant>
      <vt:variant>
        <vt:i4>5</vt:i4>
      </vt:variant>
      <vt:variant>
        <vt:lpwstr>https://uml.lodz.pl/komunikacja-i-transport/pasazer/raport-vox-populi/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XX miesiąca XXX</dc:title>
  <dc:creator>m_chylak</dc:creator>
  <cp:lastModifiedBy>Mateusz Dziedzicki</cp:lastModifiedBy>
  <cp:revision>8</cp:revision>
  <cp:lastPrinted>2021-07-22T08:46:00Z</cp:lastPrinted>
  <dcterms:created xsi:type="dcterms:W3CDTF">2021-06-08T08:49:00Z</dcterms:created>
  <dcterms:modified xsi:type="dcterms:W3CDTF">2021-09-27T09:20:00Z</dcterms:modified>
</cp:coreProperties>
</file>